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B01A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700C36AD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606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C73C20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D1606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C73C20" w:rsidRPr="00C73C20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3826388B" w14:textId="193AF54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73C20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C73C20">
        <w:rPr>
          <w:rFonts w:ascii="Corbel" w:hAnsi="Corbel"/>
          <w:sz w:val="20"/>
          <w:szCs w:val="20"/>
        </w:rPr>
        <w:t>4</w:t>
      </w:r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0C2F">
              <w:rPr>
                <w:rFonts w:ascii="Corbel" w:hAnsi="Corbel"/>
                <w:b w:val="0"/>
                <w:sz w:val="24"/>
                <w:szCs w:val="24"/>
              </w:rPr>
              <w:t>FiR/I/RP/C-1.7a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>Wykład: wykład z prezentacją multimedialną przy użyciu platformy MS Teams.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>przy użyciu platformy MS Teams</w:t>
      </w:r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>Bożyk P., Misala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Kalinowski M., Zarządzanie ryzykiem walutowym w przedsiębiorstwie, CeDeWu,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Okoń S., Matłoka M., Kaszkowiak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Tymoczko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 S., Bombińska E., Pera B. (red.), Handel międzynarodowy w warunkach kryzysu gospodarczego: implikacje dla Polski, Wydawnictwo CeDeWu,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F65BE" w14:textId="77777777" w:rsidR="001746FB" w:rsidRDefault="001746FB" w:rsidP="00C16ABF">
      <w:pPr>
        <w:spacing w:after="0" w:line="240" w:lineRule="auto"/>
      </w:pPr>
      <w:r>
        <w:separator/>
      </w:r>
    </w:p>
  </w:endnote>
  <w:endnote w:type="continuationSeparator" w:id="0">
    <w:p w14:paraId="7DF60906" w14:textId="77777777" w:rsidR="001746FB" w:rsidRDefault="001746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FFABF" w14:textId="77777777" w:rsidR="001746FB" w:rsidRDefault="001746FB" w:rsidP="00C16ABF">
      <w:pPr>
        <w:spacing w:after="0" w:line="240" w:lineRule="auto"/>
      </w:pPr>
      <w:r>
        <w:separator/>
      </w:r>
    </w:p>
  </w:footnote>
  <w:footnote w:type="continuationSeparator" w:id="0">
    <w:p w14:paraId="58136AAA" w14:textId="77777777" w:rsidR="001746FB" w:rsidRDefault="001746FB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1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46FB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3C20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5305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1F8424-73CE-4A71-8C51-BDB7534B97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34EA8F-6F08-440A-B409-847F55BA6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1076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2021-01-15T08:53:00Z</dcterms:created>
  <dcterms:modified xsi:type="dcterms:W3CDTF">2021-11-03T20:54:00Z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